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D710D" w14:textId="5B59F49F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W w:w="40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03"/>
      </w:tblGrid>
      <w:tr w:rsidR="00840780" w:rsidRPr="00840780" w14:paraId="00F2E5F3" w14:textId="77777777" w:rsidTr="00991B7A">
        <w:trPr>
          <w:trHeight w:val="283"/>
        </w:trPr>
        <w:tc>
          <w:tcPr>
            <w:tcW w:w="4003" w:type="dxa"/>
          </w:tcPr>
          <w:p w14:paraId="7C8E7A33" w14:textId="77777777" w:rsidR="00840780" w:rsidRPr="00840780" w:rsidRDefault="00840780" w:rsidP="00174426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727E1FA" w14:textId="75D5AAB6" w:rsidR="003073D3" w:rsidRPr="00BD64A3" w:rsidRDefault="003073D3" w:rsidP="00BD64A3">
      <w:pPr>
        <w:jc w:val="both"/>
        <w:rPr>
          <w:rFonts w:ascii="Times New Roman" w:eastAsia="Broadway" w:hAnsi="Times New Roman"/>
          <w:lang w:val="et-EE"/>
        </w:rPr>
      </w:pPr>
    </w:p>
    <w:p w14:paraId="10E27347" w14:textId="0E7CA74A" w:rsidR="003073D3" w:rsidRDefault="003073D3" w:rsidP="003B6F35"/>
    <w:p w14:paraId="790EC320" w14:textId="6F12DDFB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sz w:val="22"/>
          <w:szCs w:val="22"/>
          <w:lang w:val="et-EE"/>
        </w:rPr>
        <w:t xml:space="preserve">RMK </w:t>
      </w:r>
      <w:r w:rsidR="00E247B6">
        <w:rPr>
          <w:rFonts w:ascii="Times New Roman" w:eastAsia="Calibri" w:hAnsi="Times New Roman"/>
          <w:sz w:val="22"/>
          <w:szCs w:val="22"/>
          <w:lang w:val="et-EE"/>
        </w:rPr>
        <w:t>kin</w:t>
      </w:r>
      <w:r w:rsidR="00295C06">
        <w:rPr>
          <w:rFonts w:ascii="Times New Roman" w:eastAsia="Calibri" w:hAnsi="Times New Roman"/>
          <w:sz w:val="22"/>
          <w:szCs w:val="22"/>
          <w:lang w:val="et-EE"/>
        </w:rPr>
        <w:t>n</w:t>
      </w:r>
      <w:r w:rsidR="00E247B6">
        <w:rPr>
          <w:rFonts w:ascii="Times New Roman" w:eastAsia="Calibri" w:hAnsi="Times New Roman"/>
          <w:sz w:val="22"/>
          <w:szCs w:val="22"/>
          <w:lang w:val="et-EE"/>
        </w:rPr>
        <w:t>isvara</w:t>
      </w:r>
      <w:r w:rsidRPr="00F3511C">
        <w:rPr>
          <w:rFonts w:ascii="Times New Roman" w:eastAsia="Calibri" w:hAnsi="Times New Roman"/>
          <w:sz w:val="22"/>
          <w:szCs w:val="22"/>
          <w:lang w:val="et-EE"/>
        </w:rPr>
        <w:t>osakonnale</w:t>
      </w:r>
    </w:p>
    <w:p w14:paraId="4660AD3E" w14:textId="77777777" w:rsidR="00F3511C" w:rsidRPr="00F3511C" w:rsidRDefault="00295C06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hyperlink r:id="rId10" w:history="1">
        <w:r w:rsidR="00F3511C" w:rsidRPr="00F3511C">
          <w:rPr>
            <w:rFonts w:ascii="Times New Roman" w:eastAsia="Calibri" w:hAnsi="Times New Roman"/>
            <w:color w:val="0000FF"/>
            <w:sz w:val="22"/>
            <w:szCs w:val="22"/>
            <w:u w:val="single"/>
            <w:lang w:val="et-EE"/>
          </w:rPr>
          <w:t>rmk@rmk.ee</w:t>
        </w:r>
      </w:hyperlink>
    </w:p>
    <w:p w14:paraId="705827DE" w14:textId="27E2B52B" w:rsidR="00F3511C" w:rsidRPr="00F3511C" w:rsidRDefault="00F3511C" w:rsidP="00360F05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sz w:val="22"/>
          <w:szCs w:val="22"/>
          <w:lang w:val="et-EE"/>
        </w:rPr>
        <w:tab/>
      </w:r>
      <w:r w:rsidRPr="00F3511C">
        <w:rPr>
          <w:rFonts w:ascii="Times New Roman" w:eastAsia="Calibri" w:hAnsi="Times New Roman"/>
          <w:sz w:val="22"/>
          <w:szCs w:val="22"/>
          <w:lang w:val="et-EE"/>
        </w:rPr>
        <w:tab/>
      </w:r>
      <w:r w:rsidRPr="00F3511C">
        <w:rPr>
          <w:rFonts w:ascii="Times New Roman" w:eastAsia="Calibri" w:hAnsi="Times New Roman"/>
          <w:sz w:val="22"/>
          <w:szCs w:val="22"/>
          <w:lang w:val="et-EE"/>
        </w:rPr>
        <w:tab/>
      </w:r>
      <w:r w:rsidRPr="00F3511C">
        <w:rPr>
          <w:rFonts w:ascii="Times New Roman" w:eastAsia="Calibri" w:hAnsi="Times New Roman"/>
          <w:sz w:val="22"/>
          <w:szCs w:val="22"/>
          <w:lang w:val="et-EE"/>
        </w:rPr>
        <w:tab/>
      </w:r>
      <w:r w:rsidRPr="00F3511C">
        <w:rPr>
          <w:rFonts w:ascii="Times New Roman" w:eastAsia="Calibri" w:hAnsi="Times New Roman"/>
          <w:sz w:val="22"/>
          <w:szCs w:val="22"/>
          <w:lang w:val="et-EE"/>
        </w:rPr>
        <w:tab/>
      </w:r>
      <w:r w:rsidRPr="00F3511C">
        <w:rPr>
          <w:rFonts w:ascii="Times New Roman" w:eastAsia="Calibri" w:hAnsi="Times New Roman"/>
          <w:sz w:val="22"/>
          <w:szCs w:val="22"/>
          <w:lang w:val="et-EE"/>
        </w:rPr>
        <w:tab/>
      </w:r>
      <w:r w:rsidR="00360F05">
        <w:rPr>
          <w:rFonts w:ascii="Times New Roman" w:eastAsia="Calibri" w:hAnsi="Times New Roman"/>
          <w:sz w:val="22"/>
          <w:szCs w:val="22"/>
          <w:lang w:val="et-EE"/>
        </w:rPr>
        <w:t xml:space="preserve">Meie: 07.10.2024 </w:t>
      </w:r>
      <w:r w:rsidR="00F30EB3" w:rsidRPr="00F30EB3">
        <w:rPr>
          <w:rFonts w:ascii="Times New Roman" w:eastAsia="Calibri" w:hAnsi="Times New Roman"/>
          <w:sz w:val="22"/>
          <w:szCs w:val="22"/>
        </w:rPr>
        <w:t>JV-MAA-1/5345</w:t>
      </w:r>
    </w:p>
    <w:p w14:paraId="00FE69B6" w14:textId="77777777" w:rsidR="00F3511C" w:rsidRPr="00F3511C" w:rsidRDefault="00F3511C" w:rsidP="00F3511C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/>
          <w:sz w:val="22"/>
          <w:szCs w:val="22"/>
          <w:lang w:val="et-EE"/>
        </w:rPr>
      </w:pPr>
    </w:p>
    <w:p w14:paraId="39829289" w14:textId="77777777" w:rsidR="00360F05" w:rsidRDefault="00360F05" w:rsidP="00F3511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b/>
          <w:sz w:val="22"/>
          <w:szCs w:val="22"/>
          <w:lang w:val="et-EE"/>
        </w:rPr>
      </w:pPr>
    </w:p>
    <w:p w14:paraId="62333CCC" w14:textId="77777777" w:rsidR="00360F05" w:rsidRDefault="00360F05" w:rsidP="00F3511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b/>
          <w:sz w:val="22"/>
          <w:szCs w:val="22"/>
          <w:lang w:val="et-EE"/>
        </w:rPr>
      </w:pPr>
    </w:p>
    <w:p w14:paraId="3B2A1A8C" w14:textId="613C526E" w:rsidR="00F3511C" w:rsidRPr="00F3511C" w:rsidRDefault="00F3511C" w:rsidP="00F3511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b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b/>
          <w:sz w:val="22"/>
          <w:szCs w:val="22"/>
          <w:lang w:val="et-EE"/>
        </w:rPr>
        <w:t>TAOTLUS</w:t>
      </w:r>
    </w:p>
    <w:p w14:paraId="594945E0" w14:textId="454FBD2C" w:rsidR="00F3511C" w:rsidRDefault="00F3511C" w:rsidP="00F3511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sz w:val="22"/>
          <w:szCs w:val="22"/>
          <w:lang w:val="et-EE"/>
        </w:rPr>
        <w:t>RMK VALDUSES OLEVALE HOONESTAMATA KINNISASJALE ISIKLIKU KASUTUSÕIGUSE SEADMISEKS</w:t>
      </w:r>
    </w:p>
    <w:p w14:paraId="0D89657A" w14:textId="77777777" w:rsidR="00247897" w:rsidRPr="00F3511C" w:rsidRDefault="00247897" w:rsidP="00F3511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sz w:val="22"/>
          <w:szCs w:val="22"/>
          <w:lang w:val="et-EE"/>
        </w:rPr>
      </w:pPr>
    </w:p>
    <w:p w14:paraId="6B0A7F95" w14:textId="77777777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0CCD75D6" w14:textId="77777777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b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b/>
          <w:sz w:val="22"/>
          <w:szCs w:val="22"/>
          <w:lang w:val="et-EE"/>
        </w:rPr>
        <w:t>ANDMED TAOTLEJA KOHTA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F3511C" w:rsidRPr="00F3511C" w14:paraId="2A9F77F0" w14:textId="77777777" w:rsidTr="00E74941">
        <w:tc>
          <w:tcPr>
            <w:tcW w:w="4298" w:type="dxa"/>
          </w:tcPr>
          <w:p w14:paraId="412E4C36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Taotleja nimi:</w:t>
            </w:r>
          </w:p>
          <w:p w14:paraId="282E99AC" w14:textId="5C22CA08" w:rsidR="00F3511C" w:rsidRPr="00F3511C" w:rsidRDefault="00E247B6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Elektrilevi OÜ</w:t>
            </w:r>
          </w:p>
          <w:p w14:paraId="1ECA1E19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  <w:tc>
          <w:tcPr>
            <w:tcW w:w="4270" w:type="dxa"/>
          </w:tcPr>
          <w:p w14:paraId="4AF16AEA" w14:textId="52794F0A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Registrikood:</w:t>
            </w:r>
            <w:r w:rsidR="005443CC">
              <w:rPr>
                <w:rFonts w:ascii="Times New Roman" w:hAnsi="Times New Roman"/>
                <w:sz w:val="22"/>
                <w:szCs w:val="22"/>
                <w:lang w:val="et-EE"/>
              </w:rPr>
              <w:t>11050857</w:t>
            </w:r>
          </w:p>
        </w:tc>
      </w:tr>
      <w:tr w:rsidR="00F3511C" w:rsidRPr="00F3511C" w14:paraId="034D41DA" w14:textId="77777777" w:rsidTr="00E74941">
        <w:tc>
          <w:tcPr>
            <w:tcW w:w="8568" w:type="dxa"/>
            <w:gridSpan w:val="2"/>
          </w:tcPr>
          <w:p w14:paraId="42C8FF5D" w14:textId="66F9FACE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Aadress:</w:t>
            </w:r>
            <w:r w:rsidR="005443CC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Veskiposti 2</w:t>
            </w:r>
            <w:r w:rsidR="00940A1E">
              <w:rPr>
                <w:rFonts w:ascii="Times New Roman" w:hAnsi="Times New Roman"/>
                <w:sz w:val="22"/>
                <w:szCs w:val="22"/>
                <w:lang w:val="et-EE"/>
              </w:rPr>
              <w:t>, 1</w:t>
            </w:r>
            <w:r w:rsidR="008335B9">
              <w:rPr>
                <w:rFonts w:ascii="Times New Roman" w:hAnsi="Times New Roman"/>
                <w:sz w:val="22"/>
                <w:szCs w:val="22"/>
                <w:lang w:val="et-EE"/>
              </w:rPr>
              <w:t>0138</w:t>
            </w:r>
            <w:r w:rsidR="005B4A7C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Tallinn</w:t>
            </w:r>
          </w:p>
          <w:p w14:paraId="33F97012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F3511C" w:rsidRPr="00F3511C" w14:paraId="7E91274C" w14:textId="77777777" w:rsidTr="00E74941">
        <w:tc>
          <w:tcPr>
            <w:tcW w:w="8568" w:type="dxa"/>
            <w:gridSpan w:val="2"/>
          </w:tcPr>
          <w:p w14:paraId="45E3FD78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Kontaktisik:</w:t>
            </w:r>
          </w:p>
          <w:p w14:paraId="567FC40E" w14:textId="3E4B9F20" w:rsidR="00F3511C" w:rsidRPr="00F3511C" w:rsidRDefault="005B4A7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Riina Eha</w:t>
            </w:r>
          </w:p>
        </w:tc>
      </w:tr>
      <w:tr w:rsidR="00F3511C" w:rsidRPr="00F3511C" w14:paraId="32BC277C" w14:textId="77777777" w:rsidTr="00E74941">
        <w:tc>
          <w:tcPr>
            <w:tcW w:w="8568" w:type="dxa"/>
            <w:gridSpan w:val="2"/>
          </w:tcPr>
          <w:p w14:paraId="219D8320" w14:textId="237FBA9B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Tel:</w:t>
            </w:r>
            <w:r w:rsidR="00B21B06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5885 3994</w:t>
            </w:r>
          </w:p>
        </w:tc>
      </w:tr>
      <w:tr w:rsidR="00F3511C" w:rsidRPr="00F3511C" w14:paraId="77090FEB" w14:textId="77777777" w:rsidTr="00E74941">
        <w:tc>
          <w:tcPr>
            <w:tcW w:w="8568" w:type="dxa"/>
            <w:gridSpan w:val="2"/>
          </w:tcPr>
          <w:p w14:paraId="7E3A60B9" w14:textId="01CAC352" w:rsid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E-post:</w:t>
            </w:r>
            <w:r w:rsidR="005B4A7C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hyperlink r:id="rId11" w:history="1">
              <w:r w:rsidR="00B95846" w:rsidRPr="00FC1967">
                <w:rPr>
                  <w:rStyle w:val="Hyperlink"/>
                  <w:rFonts w:ascii="Times New Roman" w:hAnsi="Times New Roman"/>
                  <w:sz w:val="22"/>
                  <w:szCs w:val="22"/>
                  <w:lang w:val="et-EE"/>
                </w:rPr>
                <w:t>riina.eha@elektrilevi.ee</w:t>
              </w:r>
            </w:hyperlink>
          </w:p>
          <w:p w14:paraId="7743971C" w14:textId="48D87C32" w:rsidR="005B4A7C" w:rsidRPr="00F3511C" w:rsidRDefault="005B4A7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</w:tbl>
    <w:p w14:paraId="31B4A93A" w14:textId="77777777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7ACCDD79" w14:textId="77777777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b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b/>
          <w:sz w:val="22"/>
          <w:szCs w:val="22"/>
          <w:lang w:val="et-EE"/>
        </w:rPr>
        <w:t>SERVITUUDI VÕI ISIKLIKU KASUTUSÕIGUSE SEADMISE SISU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F3511C" w:rsidRPr="00F3511C" w14:paraId="413BF626" w14:textId="77777777" w:rsidTr="00E74941">
        <w:tc>
          <w:tcPr>
            <w:tcW w:w="8568" w:type="dxa"/>
          </w:tcPr>
          <w:p w14:paraId="20596F22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Koormatava kinnisasja aadress, kinnistusregistriosa number, katastriüksuse tunnus:</w:t>
            </w:r>
          </w:p>
          <w:p w14:paraId="22092EB7" w14:textId="3DBCEFD2" w:rsidR="00F3511C" w:rsidRDefault="00B52AD6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Viimsi metskond 314</w:t>
            </w:r>
            <w:r w:rsidR="00C44C3A">
              <w:rPr>
                <w:rFonts w:ascii="Times New Roman" w:hAnsi="Times New Roman"/>
                <w:sz w:val="22"/>
                <w:szCs w:val="22"/>
                <w:lang w:val="et-EE"/>
              </w:rPr>
              <w:t>, Kangru alevik, Kiili vald, Harju maakond</w:t>
            </w:r>
          </w:p>
          <w:p w14:paraId="56784545" w14:textId="37F96B09" w:rsidR="00C44C3A" w:rsidRDefault="00134875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Kinnistusregistriosa number  16737450</w:t>
            </w:r>
          </w:p>
          <w:p w14:paraId="75A858F6" w14:textId="00CB9E36" w:rsidR="00134875" w:rsidRPr="00F3511C" w:rsidRDefault="00134875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Katastriüksuse tunnu</w:t>
            </w:r>
            <w:r w:rsidR="005B37D8">
              <w:rPr>
                <w:rFonts w:ascii="Times New Roman" w:hAnsi="Times New Roman"/>
                <w:sz w:val="22"/>
                <w:szCs w:val="22"/>
                <w:lang w:val="et-EE"/>
              </w:rPr>
              <w:t>s 71801:001:2152</w:t>
            </w:r>
          </w:p>
          <w:p w14:paraId="654F3C94" w14:textId="77777777" w:rsidR="00F3511C" w:rsidRDefault="00D20F98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Riigi kinnisvararegistri objekti kood </w:t>
            </w:r>
            <w:r w:rsidR="00692928">
              <w:rPr>
                <w:rFonts w:ascii="Times New Roman" w:hAnsi="Times New Roman"/>
                <w:sz w:val="22"/>
                <w:szCs w:val="22"/>
                <w:lang w:val="et-EE"/>
              </w:rPr>
              <w:t>KV8</w:t>
            </w:r>
            <w:r w:rsidR="00D168B9">
              <w:rPr>
                <w:rFonts w:ascii="Times New Roman" w:hAnsi="Times New Roman"/>
                <w:sz w:val="22"/>
                <w:szCs w:val="22"/>
                <w:lang w:val="et-EE"/>
              </w:rPr>
              <w:t>5945</w:t>
            </w:r>
          </w:p>
          <w:p w14:paraId="4D1012AD" w14:textId="77777777" w:rsidR="00847E2E" w:rsidRDefault="00216EF7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PARI kood</w:t>
            </w:r>
            <w:r w:rsidR="00C50D0E">
              <w:rPr>
                <w:rFonts w:ascii="Times New Roman" w:hAnsi="Times New Roman"/>
                <w:sz w:val="22"/>
                <w:szCs w:val="22"/>
                <w:lang w:val="et-EE"/>
              </w:rPr>
              <w:t>: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 </w:t>
            </w:r>
            <w:r w:rsidR="00557B0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453383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                       </w:t>
            </w:r>
          </w:p>
          <w:p w14:paraId="4B12AC51" w14:textId="75E2E190" w:rsidR="00216EF7" w:rsidRDefault="00847E2E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L</w:t>
            </w:r>
            <w:r w:rsidR="00216EF7">
              <w:rPr>
                <w:rFonts w:ascii="Times New Roman" w:hAnsi="Times New Roman"/>
                <w:sz w:val="22"/>
                <w:szCs w:val="22"/>
                <w:lang w:val="et-EE"/>
              </w:rPr>
              <w:t>ink</w:t>
            </w:r>
            <w:r w:rsidR="00C50D0E">
              <w:rPr>
                <w:rFonts w:ascii="Times New Roman" w:hAnsi="Times New Roman"/>
                <w:sz w:val="22"/>
                <w:szCs w:val="22"/>
                <w:lang w:val="et-EE"/>
              </w:rPr>
              <w:t>:</w:t>
            </w:r>
            <w:r w:rsidR="00710E81">
              <w:t xml:space="preserve"> </w:t>
            </w:r>
            <w:hyperlink r:id="rId12" w:history="1">
              <w:r w:rsidR="00710E81" w:rsidRPr="00FC1967">
                <w:rPr>
                  <w:rStyle w:val="Hyperlink"/>
                  <w:rFonts w:ascii="Times New Roman" w:hAnsi="Times New Roman"/>
                  <w:sz w:val="22"/>
                  <w:szCs w:val="22"/>
                  <w:lang w:val="et-EE"/>
                </w:rPr>
                <w:t>https://pari.kataster.ee/magic-link/897689fd-7066-4cb4-9839-21256d1b4fcc</w:t>
              </w:r>
            </w:hyperlink>
          </w:p>
          <w:p w14:paraId="5551E145" w14:textId="25531CF1" w:rsidR="00710E81" w:rsidRPr="00F3511C" w:rsidRDefault="00710E81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F3511C" w:rsidRPr="00F3511C" w14:paraId="49166BB2" w14:textId="77777777" w:rsidTr="00E74941">
        <w:tc>
          <w:tcPr>
            <w:tcW w:w="8568" w:type="dxa"/>
          </w:tcPr>
          <w:p w14:paraId="4F38976F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F3511C" w:rsidRPr="00F3511C" w14:paraId="0F01970F" w14:textId="77777777" w:rsidTr="00E74941">
        <w:tc>
          <w:tcPr>
            <w:tcW w:w="8568" w:type="dxa"/>
          </w:tcPr>
          <w:p w14:paraId="7C2E547E" w14:textId="3C2992EE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Servituudi tähtaeg:</w:t>
            </w:r>
            <w:r w:rsidR="00AE7290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tähtajatu</w:t>
            </w:r>
          </w:p>
          <w:p w14:paraId="186C54E5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F3511C" w:rsidRPr="00F3511C" w14:paraId="7627A5DE" w14:textId="77777777" w:rsidTr="00E74941">
        <w:tc>
          <w:tcPr>
            <w:tcW w:w="8568" w:type="dxa"/>
          </w:tcPr>
          <w:p w14:paraId="4B0CC0F6" w14:textId="07AA301F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Servituudiga koormatava ala (servituudi ala) pindala (m</w:t>
            </w:r>
            <w:r w:rsidRPr="00F3511C">
              <w:rPr>
                <w:rFonts w:ascii="Times New Roman" w:hAnsi="Times New Roman"/>
                <w:sz w:val="22"/>
                <w:szCs w:val="22"/>
                <w:vertAlign w:val="superscript"/>
                <w:lang w:val="et-EE"/>
              </w:rPr>
              <w:t>2</w:t>
            </w: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): </w:t>
            </w:r>
            <w:r w:rsidR="00AE7290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424 </w:t>
            </w:r>
            <w:r w:rsidR="00011E4B" w:rsidRPr="00F3511C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m</w:t>
            </w:r>
            <w:r w:rsidR="00011E4B" w:rsidRPr="00F3511C">
              <w:rPr>
                <w:rFonts w:ascii="Times New Roman" w:hAnsi="Times New Roman"/>
                <w:sz w:val="22"/>
                <w:szCs w:val="22"/>
                <w:vertAlign w:val="superscript"/>
                <w:lang w:val="et-EE"/>
              </w:rPr>
              <w:t>2</w:t>
            </w:r>
          </w:p>
          <w:p w14:paraId="43538525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F3511C" w:rsidRPr="00F3511C" w14:paraId="00C543B7" w14:textId="77777777" w:rsidTr="00E74941">
        <w:tc>
          <w:tcPr>
            <w:tcW w:w="8568" w:type="dxa"/>
          </w:tcPr>
          <w:p w14:paraId="6A133626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t>Servituudi sisu (kirjeldus) ja eesmärk:</w:t>
            </w:r>
          </w:p>
          <w:p w14:paraId="1C862470" w14:textId="77777777" w:rsidR="00247897" w:rsidRPr="008878B1" w:rsidRDefault="00247897" w:rsidP="00247897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Kasutusõigus seatakse taotluses nimetatud kinnisasjale ehitatavale elektri maakaabelliinile,</w:t>
            </w:r>
          </w:p>
          <w:p w14:paraId="61308B4B" w14:textId="77777777" w:rsidR="00247897" w:rsidRPr="008878B1" w:rsidRDefault="00247897" w:rsidP="00247897">
            <w:pPr>
              <w:rPr>
                <w:rFonts w:ascii="Times New Roman" w:hAnsi="Times New Roman"/>
                <w:sz w:val="22"/>
                <w:szCs w:val="22"/>
              </w:rPr>
            </w:pPr>
            <w:r w:rsidRPr="008878B1">
              <w:rPr>
                <w:rFonts w:ascii="Times New Roman" w:hAnsi="Times New Roman"/>
                <w:sz w:val="22"/>
                <w:szCs w:val="22"/>
              </w:rPr>
              <w:t>mille kaitsevöönd on 1 m liini äärmistest kaablitest mõlemale poole ja liitumiskilbile, mille kaitsevöönd on 2 m kilbi välisseinast.</w:t>
            </w:r>
          </w:p>
          <w:p w14:paraId="1E5CA0D7" w14:textId="77777777" w:rsidR="00247897" w:rsidRPr="008878B1" w:rsidRDefault="00247897" w:rsidP="00247897">
            <w:pPr>
              <w:rPr>
                <w:rFonts w:ascii="Times New Roman" w:hAnsi="Times New Roman"/>
                <w:sz w:val="22"/>
                <w:szCs w:val="22"/>
              </w:rPr>
            </w:pPr>
            <w:r w:rsidRPr="008878B1">
              <w:rPr>
                <w:rFonts w:ascii="Times New Roman" w:hAnsi="Times New Roman"/>
                <w:sz w:val="22"/>
                <w:szCs w:val="22"/>
              </w:rPr>
              <w:lastRenderedPageBreak/>
              <w:t>Trass on valitud lähtudes optimaalseimast tehnilis-majanduslikust kalkulatsioonist ja arvestades olemasolevaid kommunikatsioone.</w:t>
            </w:r>
          </w:p>
          <w:p w14:paraId="3A75CD62" w14:textId="77777777" w:rsidR="005D0A47" w:rsidRPr="008878B1" w:rsidRDefault="005D0A47" w:rsidP="005D0A47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550271" w14:textId="77777777" w:rsidR="005D0A47" w:rsidRPr="008878B1" w:rsidRDefault="005D0A47" w:rsidP="005D0A47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Isikliku kasutusõiguse sisuks on elektripaigaldiste ehitamine, omamine, remontimine, hooldamine, asendamine, kasutamine, kasutusse andmine ja muul viisil ekspluateerimine elektrivõrgu talituse tagamise eesmärgil.</w:t>
            </w:r>
          </w:p>
          <w:p w14:paraId="5C4B7AB9" w14:textId="77777777" w:rsidR="005D0A47" w:rsidRPr="008878B1" w:rsidRDefault="005D0A47" w:rsidP="005D0A47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113D6C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66E4E78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F3511C" w:rsidRPr="00F3511C" w14:paraId="0BBC8D3A" w14:textId="77777777" w:rsidTr="00E74941">
        <w:tc>
          <w:tcPr>
            <w:tcW w:w="8568" w:type="dxa"/>
          </w:tcPr>
          <w:p w14:paraId="2AC3692C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F3511C"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Tehnorajatise puhul: projekti koostaja ärinimi, projekti number ja projekti nimetus:</w:t>
            </w:r>
          </w:p>
          <w:p w14:paraId="25A67E7A" w14:textId="0932288A" w:rsidR="00F3511C" w:rsidRDefault="00082E8D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OÜ</w:t>
            </w:r>
          </w:p>
          <w:p w14:paraId="0528F99A" w14:textId="3B61995D" w:rsidR="00082E8D" w:rsidRDefault="0007515E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LC1806</w:t>
            </w:r>
          </w:p>
          <w:p w14:paraId="41437DB2" w14:textId="522AAC68" w:rsidR="0007515E" w:rsidRPr="00F3511C" w:rsidRDefault="0007515E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Viimsi metskond 314 </w:t>
            </w:r>
            <w:r w:rsidR="002E151E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liitumine madalpingel, 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Kangru alevik</w:t>
            </w:r>
            <w:r w:rsidR="002E151E">
              <w:rPr>
                <w:rFonts w:ascii="Times New Roman" w:hAnsi="Times New Roman"/>
                <w:sz w:val="22"/>
                <w:szCs w:val="22"/>
                <w:lang w:val="et-EE"/>
              </w:rPr>
              <w:t>, Kiili vald</w:t>
            </w:r>
            <w:r w:rsidR="008329E0">
              <w:rPr>
                <w:rFonts w:ascii="Times New Roman" w:hAnsi="Times New Roman"/>
                <w:sz w:val="22"/>
                <w:szCs w:val="22"/>
                <w:lang w:val="et-EE"/>
              </w:rPr>
              <w:t>, Harju maakond</w:t>
            </w:r>
          </w:p>
          <w:p w14:paraId="7F4EC3DA" w14:textId="77777777" w:rsidR="00F3511C" w:rsidRPr="00F3511C" w:rsidRDefault="00F3511C" w:rsidP="00F3511C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</w:tbl>
    <w:p w14:paraId="5B82B213" w14:textId="77777777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3FF67219" w14:textId="6C2DA59B" w:rsidR="00F3511C" w:rsidRPr="00F3511C" w:rsidRDefault="00F3511C" w:rsidP="00F3511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sz w:val="22"/>
          <w:szCs w:val="22"/>
          <w:lang w:val="et-EE"/>
        </w:rPr>
        <w:t>Taotlusele lisat</w:t>
      </w:r>
      <w:r w:rsidR="007D2016">
        <w:rPr>
          <w:rFonts w:ascii="Times New Roman" w:eastAsia="Calibri" w:hAnsi="Times New Roman"/>
          <w:sz w:val="22"/>
          <w:szCs w:val="22"/>
          <w:lang w:val="et-EE"/>
        </w:rPr>
        <w:t>ud:</w:t>
      </w:r>
    </w:p>
    <w:p w14:paraId="46482001" w14:textId="77777777" w:rsidR="00D478FA" w:rsidRDefault="00F3511C" w:rsidP="00D478FA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F3511C">
        <w:rPr>
          <w:rFonts w:ascii="Times New Roman" w:eastAsia="Calibri" w:hAnsi="Times New Roman"/>
          <w:sz w:val="22"/>
          <w:szCs w:val="22"/>
          <w:lang w:val="et-EE"/>
        </w:rPr>
        <w:t>Volitatud esindaja volikiri;</w:t>
      </w:r>
    </w:p>
    <w:p w14:paraId="01CD6604" w14:textId="77777777" w:rsidR="00D478FA" w:rsidRDefault="001D42F1" w:rsidP="00D478FA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D478FA">
        <w:rPr>
          <w:rFonts w:ascii="Times New Roman" w:eastAsia="Calibri" w:hAnsi="Times New Roman"/>
        </w:rPr>
        <w:t>Servituudiga koormatava ala skeem mõõtkavas 1:500; 1:2</w:t>
      </w:r>
      <w:r w:rsidR="00630119" w:rsidRPr="00D478FA">
        <w:rPr>
          <w:rFonts w:ascii="Times New Roman" w:eastAsia="Calibri" w:hAnsi="Times New Roman"/>
        </w:rPr>
        <w:t>50;</w:t>
      </w:r>
    </w:p>
    <w:p w14:paraId="48A7CF2E" w14:textId="77777777" w:rsidR="00D478FA" w:rsidRDefault="00431D82" w:rsidP="00D478FA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D478FA">
        <w:rPr>
          <w:rFonts w:ascii="Times New Roman" w:eastAsia="Calibri" w:hAnsi="Times New Roman"/>
        </w:rPr>
        <w:t>RMK projekti kooskõlastus;</w:t>
      </w:r>
    </w:p>
    <w:p w14:paraId="63DB9BA8" w14:textId="3D678D62" w:rsidR="00431D82" w:rsidRPr="00D478FA" w:rsidRDefault="00431D82" w:rsidP="00D478FA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D478FA">
        <w:rPr>
          <w:rFonts w:ascii="Times New Roman" w:eastAsia="Calibri" w:hAnsi="Times New Roman"/>
        </w:rPr>
        <w:t>AS GRK Eesti kooskõlastus.</w:t>
      </w:r>
    </w:p>
    <w:p w14:paraId="1F9BFBB9" w14:textId="77777777" w:rsidR="00F3511C" w:rsidRDefault="00F3511C" w:rsidP="00F3511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24E96E19" w14:textId="77777777" w:rsidR="00F516ED" w:rsidRDefault="00F516ED" w:rsidP="00F3511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49814E33" w14:textId="77777777" w:rsidR="00F516ED" w:rsidRDefault="00F516ED" w:rsidP="00F3511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2A2E9ACF" w14:textId="5203FD1D" w:rsidR="00340E3D" w:rsidRDefault="00F516ED" w:rsidP="00F3511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 xml:space="preserve">           </w:t>
      </w:r>
      <w:r w:rsidR="00340E3D">
        <w:rPr>
          <w:rFonts w:ascii="Times New Roman" w:eastAsia="Calibri" w:hAnsi="Times New Roman"/>
          <w:sz w:val="22"/>
          <w:szCs w:val="22"/>
          <w:lang w:val="et-EE"/>
        </w:rPr>
        <w:t>Lugupidamisega</w:t>
      </w:r>
    </w:p>
    <w:p w14:paraId="191E1320" w14:textId="77777777" w:rsidR="00F516ED" w:rsidRDefault="00F516ED" w:rsidP="00F3511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7623D659" w14:textId="77777777" w:rsidR="00340E3D" w:rsidRPr="00340E3D" w:rsidRDefault="00340E3D" w:rsidP="00340E3D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 w:rsidRPr="00340E3D">
        <w:rPr>
          <w:rFonts w:ascii="Times New Roman" w:eastAsia="Calibri" w:hAnsi="Times New Roman"/>
          <w:sz w:val="22"/>
          <w:szCs w:val="22"/>
          <w:lang w:val="et-EE"/>
        </w:rPr>
        <w:t xml:space="preserve">           Riina Eha</w:t>
      </w:r>
    </w:p>
    <w:p w14:paraId="5F2A8996" w14:textId="4EA9956D" w:rsidR="00BD14A4" w:rsidRDefault="00340E3D" w:rsidP="00360F05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 w:rsidRPr="00340E3D">
        <w:rPr>
          <w:rFonts w:ascii="Times New Roman" w:eastAsia="Calibri" w:hAnsi="Times New Roman"/>
          <w:sz w:val="22"/>
          <w:szCs w:val="22"/>
          <w:lang w:val="et-EE"/>
        </w:rPr>
        <w:t xml:space="preserve">           Elektrilevi OÜ volitatud esindaja</w:t>
      </w:r>
    </w:p>
    <w:p w14:paraId="11AD1BF6" w14:textId="77777777" w:rsidR="00360F05" w:rsidRPr="008878B1" w:rsidRDefault="00360F05" w:rsidP="00360F05">
      <w:pPr>
        <w:spacing w:after="200" w:line="276" w:lineRule="auto"/>
        <w:ind w:firstLine="708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/</w:t>
      </w:r>
      <w:r w:rsidRPr="008878B1">
        <w:rPr>
          <w:rFonts w:ascii="Times New Roman" w:eastAsia="Calibri" w:hAnsi="Times New Roman"/>
          <w:i/>
          <w:sz w:val="22"/>
          <w:szCs w:val="22"/>
          <w:lang w:val="et-EE"/>
        </w:rPr>
        <w:t>allkirjastatud digitaalselt</w:t>
      </w:r>
      <w:r w:rsidRPr="008878B1">
        <w:rPr>
          <w:rFonts w:ascii="Times New Roman" w:eastAsia="Calibri" w:hAnsi="Times New Roman"/>
          <w:sz w:val="22"/>
          <w:szCs w:val="22"/>
          <w:lang w:val="et-EE"/>
        </w:rPr>
        <w:t>/</w:t>
      </w:r>
    </w:p>
    <w:p w14:paraId="7507FCC7" w14:textId="77777777" w:rsidR="00360F05" w:rsidRDefault="00360F05" w:rsidP="00360F05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220E15BE" w14:textId="77777777" w:rsidR="00360F05" w:rsidRPr="00360F05" w:rsidRDefault="00360F05" w:rsidP="00360F05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sectPr w:rsidR="00360F05" w:rsidRPr="00360F05" w:rsidSect="00840780">
      <w:headerReference w:type="first" r:id="rId13"/>
      <w:footerReference w:type="first" r:id="rId14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E13EC" w14:textId="77777777" w:rsidR="00FD45CB" w:rsidRDefault="00FD45CB">
      <w:r>
        <w:separator/>
      </w:r>
    </w:p>
  </w:endnote>
  <w:endnote w:type="continuationSeparator" w:id="0">
    <w:p w14:paraId="38CDD0AA" w14:textId="77777777" w:rsidR="00FD45CB" w:rsidRDefault="00FD45CB">
      <w:r>
        <w:continuationSeparator/>
      </w:r>
    </w:p>
  </w:endnote>
  <w:endnote w:type="continuationNotice" w:id="1">
    <w:p w14:paraId="623A10E5" w14:textId="77777777" w:rsidR="00FD45CB" w:rsidRDefault="00FD4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F36EA" w14:textId="77777777" w:rsidR="00FD45CB" w:rsidRDefault="00FD45CB">
      <w:r>
        <w:separator/>
      </w:r>
    </w:p>
  </w:footnote>
  <w:footnote w:type="continuationSeparator" w:id="0">
    <w:p w14:paraId="43299A2E" w14:textId="77777777" w:rsidR="00FD45CB" w:rsidRDefault="00FD45CB">
      <w:r>
        <w:continuationSeparator/>
      </w:r>
    </w:p>
  </w:footnote>
  <w:footnote w:type="continuationNotice" w:id="1">
    <w:p w14:paraId="37BB6472" w14:textId="77777777" w:rsidR="00FD45CB" w:rsidRDefault="00FD4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F21C40"/>
    <w:multiLevelType w:val="hybridMultilevel"/>
    <w:tmpl w:val="6F94EF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B55574"/>
    <w:multiLevelType w:val="hybridMultilevel"/>
    <w:tmpl w:val="ED52F6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B7E45"/>
    <w:multiLevelType w:val="hybridMultilevel"/>
    <w:tmpl w:val="201AD1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83AA0"/>
    <w:multiLevelType w:val="hybridMultilevel"/>
    <w:tmpl w:val="662882A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7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1"/>
  </w:num>
  <w:num w:numId="13" w16cid:durableId="843782601">
    <w:abstractNumId w:val="15"/>
  </w:num>
  <w:num w:numId="14" w16cid:durableId="295646453">
    <w:abstractNumId w:val="17"/>
    <w:lvlOverride w:ilvl="0">
      <w:startOverride w:val="1"/>
    </w:lvlOverride>
  </w:num>
  <w:num w:numId="15" w16cid:durableId="1561089471">
    <w:abstractNumId w:val="31"/>
    <w:lvlOverride w:ilvl="0">
      <w:startOverride w:val="1"/>
    </w:lvlOverride>
  </w:num>
  <w:num w:numId="16" w16cid:durableId="811865858">
    <w:abstractNumId w:val="28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8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5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30"/>
  </w:num>
  <w:num w:numId="28" w16cid:durableId="212893119">
    <w:abstractNumId w:val="14"/>
  </w:num>
  <w:num w:numId="29" w16cid:durableId="1654873713">
    <w:abstractNumId w:val="20"/>
  </w:num>
  <w:num w:numId="30" w16cid:durableId="1629121418">
    <w:abstractNumId w:val="19"/>
  </w:num>
  <w:num w:numId="31" w16cid:durableId="1337686878">
    <w:abstractNumId w:val="12"/>
  </w:num>
  <w:num w:numId="32" w16cid:durableId="476653093">
    <w:abstractNumId w:val="24"/>
  </w:num>
  <w:num w:numId="33" w16cid:durableId="294991920">
    <w:abstractNumId w:val="13"/>
  </w:num>
  <w:num w:numId="34" w16cid:durableId="257446970">
    <w:abstractNumId w:val="23"/>
  </w:num>
  <w:num w:numId="35" w16cid:durableId="1725329689">
    <w:abstractNumId w:val="16"/>
  </w:num>
  <w:num w:numId="36" w16cid:durableId="10660264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1E4B"/>
    <w:rsid w:val="0001421F"/>
    <w:rsid w:val="0007515E"/>
    <w:rsid w:val="00082E8D"/>
    <w:rsid w:val="000B417F"/>
    <w:rsid w:val="000B4850"/>
    <w:rsid w:val="000B57BA"/>
    <w:rsid w:val="000F29D0"/>
    <w:rsid w:val="000F3E27"/>
    <w:rsid w:val="00103444"/>
    <w:rsid w:val="001140CA"/>
    <w:rsid w:val="00134875"/>
    <w:rsid w:val="0014161D"/>
    <w:rsid w:val="00146F8F"/>
    <w:rsid w:val="00162108"/>
    <w:rsid w:val="0018716C"/>
    <w:rsid w:val="0018771A"/>
    <w:rsid w:val="0019253D"/>
    <w:rsid w:val="00194EE7"/>
    <w:rsid w:val="001B46D4"/>
    <w:rsid w:val="001D42F1"/>
    <w:rsid w:val="001E0921"/>
    <w:rsid w:val="001E09C8"/>
    <w:rsid w:val="002002F0"/>
    <w:rsid w:val="0021186E"/>
    <w:rsid w:val="00215382"/>
    <w:rsid w:val="00216EF7"/>
    <w:rsid w:val="00217F68"/>
    <w:rsid w:val="00222B73"/>
    <w:rsid w:val="00225172"/>
    <w:rsid w:val="002401E8"/>
    <w:rsid w:val="0024234A"/>
    <w:rsid w:val="00247897"/>
    <w:rsid w:val="00261C70"/>
    <w:rsid w:val="002641F5"/>
    <w:rsid w:val="002726A3"/>
    <w:rsid w:val="002732AA"/>
    <w:rsid w:val="00283DB3"/>
    <w:rsid w:val="00295C06"/>
    <w:rsid w:val="002A1036"/>
    <w:rsid w:val="002D4D27"/>
    <w:rsid w:val="002D6251"/>
    <w:rsid w:val="002E0EF7"/>
    <w:rsid w:val="002E117F"/>
    <w:rsid w:val="002E151E"/>
    <w:rsid w:val="002F07BC"/>
    <w:rsid w:val="003073D3"/>
    <w:rsid w:val="00307B46"/>
    <w:rsid w:val="003127FB"/>
    <w:rsid w:val="0033388C"/>
    <w:rsid w:val="00335CBC"/>
    <w:rsid w:val="00340E3D"/>
    <w:rsid w:val="003467AE"/>
    <w:rsid w:val="003551E2"/>
    <w:rsid w:val="003563C8"/>
    <w:rsid w:val="00357C22"/>
    <w:rsid w:val="00360F05"/>
    <w:rsid w:val="00365F2B"/>
    <w:rsid w:val="00381AE8"/>
    <w:rsid w:val="00382D66"/>
    <w:rsid w:val="003A0ECE"/>
    <w:rsid w:val="003B6F35"/>
    <w:rsid w:val="003F5996"/>
    <w:rsid w:val="00431D82"/>
    <w:rsid w:val="00470107"/>
    <w:rsid w:val="00491AD7"/>
    <w:rsid w:val="004D1D70"/>
    <w:rsid w:val="004E5DD5"/>
    <w:rsid w:val="0050379B"/>
    <w:rsid w:val="00515971"/>
    <w:rsid w:val="00532D2F"/>
    <w:rsid w:val="005443CC"/>
    <w:rsid w:val="00557B0E"/>
    <w:rsid w:val="00581E38"/>
    <w:rsid w:val="00582590"/>
    <w:rsid w:val="00585B08"/>
    <w:rsid w:val="005A217D"/>
    <w:rsid w:val="005A710F"/>
    <w:rsid w:val="005B1C18"/>
    <w:rsid w:val="005B37D8"/>
    <w:rsid w:val="005B4A7C"/>
    <w:rsid w:val="005C24D9"/>
    <w:rsid w:val="005D0A47"/>
    <w:rsid w:val="005E3618"/>
    <w:rsid w:val="00605B27"/>
    <w:rsid w:val="00615EB0"/>
    <w:rsid w:val="00625192"/>
    <w:rsid w:val="0062642C"/>
    <w:rsid w:val="00627953"/>
    <w:rsid w:val="00630119"/>
    <w:rsid w:val="00643BDB"/>
    <w:rsid w:val="006466E4"/>
    <w:rsid w:val="00657B6F"/>
    <w:rsid w:val="006736DE"/>
    <w:rsid w:val="00675C6D"/>
    <w:rsid w:val="00692928"/>
    <w:rsid w:val="006A27A9"/>
    <w:rsid w:val="006B28B7"/>
    <w:rsid w:val="006B5553"/>
    <w:rsid w:val="006D7088"/>
    <w:rsid w:val="006F595A"/>
    <w:rsid w:val="006F772E"/>
    <w:rsid w:val="00704301"/>
    <w:rsid w:val="0070500B"/>
    <w:rsid w:val="00710E81"/>
    <w:rsid w:val="00755DE3"/>
    <w:rsid w:val="00765D62"/>
    <w:rsid w:val="0077377F"/>
    <w:rsid w:val="00782839"/>
    <w:rsid w:val="007870BE"/>
    <w:rsid w:val="007C6F7A"/>
    <w:rsid w:val="007D2016"/>
    <w:rsid w:val="007F2810"/>
    <w:rsid w:val="00812A56"/>
    <w:rsid w:val="0082604D"/>
    <w:rsid w:val="00827163"/>
    <w:rsid w:val="008329E0"/>
    <w:rsid w:val="008335B9"/>
    <w:rsid w:val="00840780"/>
    <w:rsid w:val="00847E2E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303BE"/>
    <w:rsid w:val="00930BE5"/>
    <w:rsid w:val="00940A1E"/>
    <w:rsid w:val="00962A66"/>
    <w:rsid w:val="00991B7A"/>
    <w:rsid w:val="009A0457"/>
    <w:rsid w:val="009D38F3"/>
    <w:rsid w:val="009D6ED0"/>
    <w:rsid w:val="009E181A"/>
    <w:rsid w:val="00A17E2A"/>
    <w:rsid w:val="00A27416"/>
    <w:rsid w:val="00A33A60"/>
    <w:rsid w:val="00A43A3D"/>
    <w:rsid w:val="00A54E63"/>
    <w:rsid w:val="00A649D1"/>
    <w:rsid w:val="00A65739"/>
    <w:rsid w:val="00A837AB"/>
    <w:rsid w:val="00A94824"/>
    <w:rsid w:val="00AB6140"/>
    <w:rsid w:val="00AE1639"/>
    <w:rsid w:val="00AE6B50"/>
    <w:rsid w:val="00AE7290"/>
    <w:rsid w:val="00AF6389"/>
    <w:rsid w:val="00B05AE2"/>
    <w:rsid w:val="00B21B06"/>
    <w:rsid w:val="00B33B98"/>
    <w:rsid w:val="00B4021D"/>
    <w:rsid w:val="00B52AD6"/>
    <w:rsid w:val="00B95846"/>
    <w:rsid w:val="00BA3B23"/>
    <w:rsid w:val="00BD14A4"/>
    <w:rsid w:val="00BD64A3"/>
    <w:rsid w:val="00BF0E4C"/>
    <w:rsid w:val="00C0020C"/>
    <w:rsid w:val="00C34030"/>
    <w:rsid w:val="00C44C3A"/>
    <w:rsid w:val="00C50D0E"/>
    <w:rsid w:val="00C53640"/>
    <w:rsid w:val="00C712AC"/>
    <w:rsid w:val="00C75DCF"/>
    <w:rsid w:val="00C86912"/>
    <w:rsid w:val="00C86C12"/>
    <w:rsid w:val="00C86E8D"/>
    <w:rsid w:val="00C95ABD"/>
    <w:rsid w:val="00C966E8"/>
    <w:rsid w:val="00CA6BE6"/>
    <w:rsid w:val="00CB0FEA"/>
    <w:rsid w:val="00CB31D7"/>
    <w:rsid w:val="00CE4916"/>
    <w:rsid w:val="00CE5616"/>
    <w:rsid w:val="00CE6E1D"/>
    <w:rsid w:val="00CF5F86"/>
    <w:rsid w:val="00D00B63"/>
    <w:rsid w:val="00D0223D"/>
    <w:rsid w:val="00D168B9"/>
    <w:rsid w:val="00D20F98"/>
    <w:rsid w:val="00D25D80"/>
    <w:rsid w:val="00D30B1A"/>
    <w:rsid w:val="00D343E0"/>
    <w:rsid w:val="00D35B96"/>
    <w:rsid w:val="00D4458D"/>
    <w:rsid w:val="00D478FA"/>
    <w:rsid w:val="00D8006E"/>
    <w:rsid w:val="00D879EE"/>
    <w:rsid w:val="00DA1304"/>
    <w:rsid w:val="00DB17D9"/>
    <w:rsid w:val="00DF2D6D"/>
    <w:rsid w:val="00DF3E13"/>
    <w:rsid w:val="00E2366F"/>
    <w:rsid w:val="00E23C4F"/>
    <w:rsid w:val="00E247B6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F30EB3"/>
    <w:rsid w:val="00F30F4E"/>
    <w:rsid w:val="00F3511C"/>
    <w:rsid w:val="00F50474"/>
    <w:rsid w:val="00F516ED"/>
    <w:rsid w:val="00F629CC"/>
    <w:rsid w:val="00F67A7C"/>
    <w:rsid w:val="00F75059"/>
    <w:rsid w:val="00F87519"/>
    <w:rsid w:val="00F94E63"/>
    <w:rsid w:val="00FA395B"/>
    <w:rsid w:val="00FD2413"/>
    <w:rsid w:val="00FD45CB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table" w:customStyle="1" w:styleId="TableGrid1">
    <w:name w:val="Table Grid1"/>
    <w:basedOn w:val="TableNormal"/>
    <w:next w:val="TableGrid0"/>
    <w:uiPriority w:val="59"/>
    <w:rsid w:val="00F351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897689fd-7066-4cb4-9839-21256d1b4fc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iina.eha@elektrilevi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rmk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b479f2-541b-4f7e-b447-86c42d8f4d67">
      <Terms xmlns="http://schemas.microsoft.com/office/infopath/2007/PartnerControls"/>
    </lcf76f155ced4ddcb4097134ff3c332f>
    <TaxCatchAll xmlns="40f81651-d02d-418e-909d-15be455b47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4825B2828574EA8D1C5A1C4FE3979" ma:contentTypeVersion="12" ma:contentTypeDescription="Loo uus dokument" ma:contentTypeScope="" ma:versionID="0f397afd42cd9e5350e283f0d400e330">
  <xsd:schema xmlns:xsd="http://www.w3.org/2001/XMLSchema" xmlns:xs="http://www.w3.org/2001/XMLSchema" xmlns:p="http://schemas.microsoft.com/office/2006/metadata/properties" xmlns:ns2="52b479f2-541b-4f7e-b447-86c42d8f4d67" xmlns:ns3="40f81651-d02d-418e-909d-15be455b476d" targetNamespace="http://schemas.microsoft.com/office/2006/metadata/properties" ma:root="true" ma:fieldsID="8fd23e765d9c86452151bdb4b0eff602" ns2:_="" ns3:_="">
    <xsd:import namespace="52b479f2-541b-4f7e-b447-86c42d8f4d67"/>
    <xsd:import namespace="40f81651-d02d-418e-909d-15be455b47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479f2-541b-4f7e-b447-86c42d8f4d6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81651-d02d-418e-909d-15be455b47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d1486b7-26e8-420c-a07b-669df8a9b032}" ma:internalName="TaxCatchAll" ma:showField="CatchAllData" ma:web="40f81651-d02d-418e-909d-15be455b4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52b479f2-541b-4f7e-b447-86c42d8f4d67"/>
    <ds:schemaRef ds:uri="40f81651-d02d-418e-909d-15be455b476d"/>
  </ds:schemaRefs>
</ds:datastoreItem>
</file>

<file path=customXml/itemProps3.xml><?xml version="1.0" encoding="utf-8"?>
<ds:datastoreItem xmlns:ds="http://schemas.openxmlformats.org/officeDocument/2006/customXml" ds:itemID="{3DD5BDC9-9036-4800-AEDA-D8B664FDB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479f2-541b-4f7e-b447-86c42d8f4d67"/>
    <ds:schemaRef ds:uri="40f81651-d02d-418e-909d-15be455b4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53</TotalTime>
  <Pages>2</Pages>
  <Words>206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Riina Eha</cp:lastModifiedBy>
  <cp:revision>56</cp:revision>
  <cp:lastPrinted>2021-06-04T12:19:00Z</cp:lastPrinted>
  <dcterms:created xsi:type="dcterms:W3CDTF">2024-07-31T07:18:00Z</dcterms:created>
  <dcterms:modified xsi:type="dcterms:W3CDTF">2024-10-07T07:53:00Z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0x0101001304825B2828574EA8D1C5A1C4FE3979</vt:lpwstr>
  </property>
</Properties>
</file>